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0A" w:rsidRDefault="00FB7C0A" w:rsidP="00AF3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51A8D">
        <w:rPr>
          <w:highlight w:val="yellow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3.25pt;visibility:visible" o:allowoverlap="f">
            <v:imagedata r:id="rId6" o:title=""/>
          </v:shape>
        </w:pict>
      </w:r>
    </w:p>
    <w:p w:rsidR="00FB7C0A" w:rsidRPr="00FC31F7" w:rsidRDefault="00FB7C0A" w:rsidP="000F27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7C0A" w:rsidRPr="00853754" w:rsidRDefault="00FB7C0A" w:rsidP="008537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3754">
        <w:rPr>
          <w:rFonts w:ascii="Times New Roman" w:hAnsi="Times New Roman" w:cs="Times New Roman"/>
          <w:sz w:val="28"/>
          <w:szCs w:val="28"/>
        </w:rPr>
        <w:t>МІНІСТЕРСТВО ОСВІТИ І НАУКИ УКРАЇНИ</w:t>
      </w:r>
    </w:p>
    <w:p w:rsidR="00FB7C0A" w:rsidRPr="00853754" w:rsidRDefault="00FB7C0A" w:rsidP="00853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754">
        <w:rPr>
          <w:rFonts w:ascii="Times New Roman" w:hAnsi="Times New Roman" w:cs="Times New Roman"/>
          <w:b/>
          <w:bCs/>
          <w:sz w:val="28"/>
          <w:szCs w:val="28"/>
        </w:rPr>
        <w:t>Державний вищий навчальний заклад</w:t>
      </w:r>
    </w:p>
    <w:p w:rsidR="00FB7C0A" w:rsidRPr="00853754" w:rsidRDefault="00FB7C0A" w:rsidP="0085375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853754">
        <w:rPr>
          <w:rFonts w:ascii="Times New Roman" w:hAnsi="Times New Roman" w:cs="Times New Roman"/>
          <w:b/>
          <w:bCs/>
          <w:spacing w:val="20"/>
          <w:sz w:val="28"/>
          <w:szCs w:val="28"/>
        </w:rPr>
        <w:t>“ХЕРСОНСЬКИЙ  ДЕРЖАВНИЙ АГРАРНИЙ  УНІВЕРСИТЕТ"</w:t>
      </w:r>
    </w:p>
    <w:p w:rsidR="00FB7C0A" w:rsidRPr="00853754" w:rsidRDefault="00FB7C0A" w:rsidP="008537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3754">
        <w:rPr>
          <w:rFonts w:ascii="Times New Roman" w:hAnsi="Times New Roman" w:cs="Times New Roman"/>
        </w:rPr>
        <w:t>вул. Р.Люксембург, 23, м. Херсон, 73006,</w:t>
      </w:r>
    </w:p>
    <w:p w:rsidR="00FB7C0A" w:rsidRPr="00853754" w:rsidRDefault="00FB7C0A" w:rsidP="008537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3754">
        <w:rPr>
          <w:rFonts w:ascii="Times New Roman" w:hAnsi="Times New Roman" w:cs="Times New Roman"/>
        </w:rPr>
        <w:t>тел. (0552) 41-62-16, факс: (0552) 41-44-24, E-mail:office@ksau.kherson.ua Код ЄДРПОУ 00493020</w:t>
      </w:r>
    </w:p>
    <w:p w:rsidR="00FB7C0A" w:rsidRPr="00853754" w:rsidRDefault="00FB7C0A" w:rsidP="008537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3754">
        <w:rPr>
          <w:rFonts w:ascii="Times New Roman" w:hAnsi="Times New Roman" w:cs="Times New Roman"/>
        </w:rPr>
        <w:t>Р/р 35223241000213 в ДКСУ, м. Київ  МФО 820172</w:t>
      </w:r>
    </w:p>
    <w:p w:rsidR="00FB7C0A" w:rsidRDefault="00FB7C0A" w:rsidP="008537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7C0A" w:rsidRPr="00853754" w:rsidRDefault="00FB7C0A" w:rsidP="008537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3754">
        <w:rPr>
          <w:rFonts w:ascii="Times New Roman" w:hAnsi="Times New Roman" w:cs="Times New Roman"/>
          <w:sz w:val="28"/>
          <w:szCs w:val="28"/>
        </w:rPr>
        <w:t>_________________№_____________</w:t>
      </w:r>
    </w:p>
    <w:p w:rsidR="00FB7C0A" w:rsidRPr="00853754" w:rsidRDefault="00FB7C0A" w:rsidP="008537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3754">
        <w:rPr>
          <w:rFonts w:ascii="Times New Roman" w:hAnsi="Times New Roman" w:cs="Times New Roman"/>
          <w:sz w:val="28"/>
          <w:szCs w:val="28"/>
        </w:rPr>
        <w:t>На № ____________від____________</w:t>
      </w:r>
    </w:p>
    <w:p w:rsidR="00FB7C0A" w:rsidRDefault="00FB7C0A" w:rsidP="000F27A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</w:p>
    <w:p w:rsidR="00FB7C0A" w:rsidRDefault="00FB7C0A" w:rsidP="000F27A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</w:p>
    <w:p w:rsidR="00FB7C0A" w:rsidRPr="00FC31F7" w:rsidRDefault="00FB7C0A" w:rsidP="000F27A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FC31F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Д О В І Д К А</w:t>
      </w:r>
    </w:p>
    <w:p w:rsidR="00FB7C0A" w:rsidRPr="00FC31F7" w:rsidRDefault="00FB7C0A" w:rsidP="000F2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7C0A" w:rsidRPr="00EA0E29" w:rsidRDefault="00FB7C0A" w:rsidP="000F27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Видана </w:t>
      </w:r>
      <w:r w:rsidRPr="000F27AF">
        <w:rPr>
          <w:rFonts w:ascii="Times New Roman" w:hAnsi="Times New Roman" w:cs="Times New Roman"/>
          <w:sz w:val="28"/>
          <w:szCs w:val="28"/>
        </w:rPr>
        <w:t>Іван Вікторії Петрівні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тому, що вона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eastAsia="ru-RU"/>
        </w:rPr>
        <w:t>01.12.2015р. зарахована до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аспірантур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при ДВНЗ «ХДАУ» </w:t>
      </w:r>
      <w:r>
        <w:rPr>
          <w:rFonts w:ascii="Times New Roman" w:hAnsi="Times New Roman" w:cs="Times New Roman"/>
          <w:sz w:val="28"/>
          <w:szCs w:val="28"/>
          <w:lang w:eastAsia="ru-RU"/>
        </w:rPr>
        <w:t>без відриву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від виробництва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Pr="005B4360">
        <w:rPr>
          <w:rFonts w:ascii="Times New Roman" w:hAnsi="Times New Roman" w:cs="Times New Roman"/>
          <w:sz w:val="28"/>
          <w:szCs w:val="28"/>
          <w:lang w:eastAsia="ru-RU"/>
        </w:rPr>
        <w:t>на контрактній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основі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спеціальності </w:t>
      </w:r>
      <w:r w:rsidRPr="000F27AF">
        <w:rPr>
          <w:rFonts w:ascii="Times New Roman" w:hAnsi="Times New Roman" w:cs="Times New Roman"/>
          <w:color w:val="000000"/>
          <w:sz w:val="28"/>
          <w:szCs w:val="28"/>
        </w:rPr>
        <w:t>08.00.04 – «Економіка та управління підприємствами (за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F27AF">
        <w:rPr>
          <w:rFonts w:ascii="Times New Roman" w:hAnsi="Times New Roman" w:cs="Times New Roman"/>
          <w:color w:val="000000"/>
          <w:sz w:val="28"/>
          <w:szCs w:val="28"/>
        </w:rPr>
        <w:t>видами економічної діяльності)»</w:t>
      </w:r>
      <w:r w:rsidRPr="00B90CEF">
        <w:rPr>
          <w:rFonts w:ascii="Times New Roman" w:hAnsi="Times New Roman" w:cs="Times New Roman"/>
          <w:sz w:val="28"/>
          <w:szCs w:val="28"/>
        </w:rPr>
        <w:t>.</w:t>
      </w:r>
      <w:r w:rsidRPr="00B90CEF">
        <w:t xml:space="preserve">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Науковий керівник </w:t>
      </w:r>
      <w:r>
        <w:rPr>
          <w:rFonts w:ascii="Times New Roman" w:hAnsi="Times New Roman" w:cs="Times New Roman"/>
          <w:color w:val="000000"/>
          <w:sz w:val="28"/>
          <w:szCs w:val="28"/>
        </w:rPr>
        <w:t>д.е.н., професор Танклевська</w:t>
      </w:r>
      <w:r w:rsidRPr="000F27AF">
        <w:rPr>
          <w:rFonts w:ascii="Times New Roman" w:hAnsi="Times New Roman" w:cs="Times New Roman"/>
          <w:color w:val="000000"/>
          <w:sz w:val="28"/>
          <w:szCs w:val="28"/>
        </w:rPr>
        <w:t xml:space="preserve"> Н.С.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E29">
        <w:rPr>
          <w:rFonts w:ascii="Times New Roman" w:hAnsi="Times New Roman" w:cs="Times New Roman"/>
          <w:sz w:val="28"/>
          <w:szCs w:val="28"/>
        </w:rPr>
        <w:t xml:space="preserve">(Згідно </w:t>
      </w:r>
      <w:r w:rsidRPr="00EA0E29">
        <w:rPr>
          <w:rFonts w:ascii="Times New Roman" w:hAnsi="Times New Roman" w:cs="Times New Roman"/>
          <w:sz w:val="28"/>
          <w:szCs w:val="28"/>
          <w:lang w:eastAsia="ru-RU"/>
        </w:rPr>
        <w:t>Наказу №42/2 від 30.11.2015 р.).</w:t>
      </w:r>
    </w:p>
    <w:p w:rsidR="00FB7C0A" w:rsidRPr="00FC31F7" w:rsidRDefault="00FB7C0A" w:rsidP="000F27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7C0A" w:rsidRPr="00FC31F7" w:rsidRDefault="00FB7C0A" w:rsidP="000F27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7C0A" w:rsidRPr="00FC31F7" w:rsidRDefault="00FB7C0A" w:rsidP="000F27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7C0A" w:rsidRPr="00FC31F7" w:rsidRDefault="00FB7C0A" w:rsidP="000F27A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7C0A" w:rsidRPr="00FC31F7" w:rsidRDefault="00FB7C0A" w:rsidP="000F27A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7C0A" w:rsidRPr="00FC31F7" w:rsidRDefault="00FB7C0A" w:rsidP="000F27A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FB7C0A" w:rsidRPr="00FC31F7" w:rsidRDefault="00FB7C0A" w:rsidP="000F27A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професор                                                                            В.В. Базалій</w:t>
      </w:r>
    </w:p>
    <w:p w:rsidR="00FB7C0A" w:rsidRPr="00FC31F7" w:rsidRDefault="00FB7C0A" w:rsidP="000F27A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7C0A" w:rsidRPr="00FC31F7" w:rsidRDefault="00FB7C0A" w:rsidP="000F27A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FB7C0A" w:rsidRPr="00FC31F7" w:rsidRDefault="00FB7C0A" w:rsidP="000F27A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C31F7">
        <w:rPr>
          <w:rFonts w:ascii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FC31F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І.О. Балабанова</w:t>
      </w:r>
    </w:p>
    <w:p w:rsidR="00FB7C0A" w:rsidRPr="00FC31F7" w:rsidRDefault="00FB7C0A" w:rsidP="000F27A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7C0A" w:rsidRPr="00FC31F7" w:rsidRDefault="00FB7C0A" w:rsidP="000F27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B7C0A" w:rsidRPr="00FC31F7" w:rsidRDefault="00FB7C0A" w:rsidP="000F27A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7C0A" w:rsidRPr="00FC31F7" w:rsidRDefault="00FB7C0A" w:rsidP="000F27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7C0A" w:rsidRDefault="00FB7C0A" w:rsidP="000F27AF">
      <w:pPr>
        <w:jc w:val="both"/>
      </w:pPr>
    </w:p>
    <w:p w:rsidR="00FB7C0A" w:rsidRDefault="00FB7C0A" w:rsidP="000F27AF"/>
    <w:p w:rsidR="00FB7C0A" w:rsidRDefault="00FB7C0A"/>
    <w:sectPr w:rsidR="00FB7C0A" w:rsidSect="00AF308D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C0A" w:rsidRDefault="00FB7C0A">
      <w:pPr>
        <w:spacing w:after="0" w:line="240" w:lineRule="auto"/>
      </w:pPr>
      <w:r>
        <w:separator/>
      </w:r>
    </w:p>
  </w:endnote>
  <w:endnote w:type="continuationSeparator" w:id="0">
    <w:p w:rsidR="00FB7C0A" w:rsidRDefault="00FB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0A" w:rsidRDefault="00FB7C0A">
    <w:pPr>
      <w:pStyle w:val="Footer"/>
      <w:rPr>
        <w:sz w:val="16"/>
        <w:szCs w:val="16"/>
      </w:rPr>
    </w:pPr>
  </w:p>
  <w:p w:rsidR="00FB7C0A" w:rsidRPr="00FC31F7" w:rsidRDefault="00FB7C0A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i/>
        <w:iCs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>Виконавець:Юзюк  Т.В.</w:t>
    </w:r>
  </w:p>
  <w:p w:rsidR="00FB7C0A" w:rsidRPr="00FC31F7" w:rsidRDefault="00FB7C0A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i/>
        <w:iCs/>
        <w:sz w:val="16"/>
        <w:szCs w:val="16"/>
        <w:lang w:eastAsia="ru-RU"/>
      </w:rPr>
      <w:t xml:space="preserve">тел. </w:t>
    </w:r>
    <w:r w:rsidRPr="00FC31F7">
      <w:rPr>
        <w:rFonts w:ascii="Times New Roman" w:hAnsi="Times New Roman" w:cs="Times New Roman"/>
        <w:sz w:val="16"/>
        <w:szCs w:val="16"/>
        <w:lang w:eastAsia="ru-RU"/>
      </w:rPr>
      <w:t>(0552) 41-44-29</w:t>
    </w:r>
  </w:p>
  <w:p w:rsidR="00FB7C0A" w:rsidRPr="00FC31F7" w:rsidRDefault="00FB7C0A" w:rsidP="00FC31F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  <w:lang w:eastAsia="ru-RU"/>
      </w:rPr>
    </w:pPr>
    <w:r w:rsidRPr="00FC31F7">
      <w:rPr>
        <w:rFonts w:ascii="Times New Roman" w:hAnsi="Times New Roman" w:cs="Times New Roman"/>
        <w:sz w:val="16"/>
        <w:szCs w:val="16"/>
        <w:lang w:val="en-US" w:eastAsia="ru-RU"/>
      </w:rPr>
      <w:t>e</w:t>
    </w:r>
    <w:r w:rsidRPr="00FC31F7">
      <w:rPr>
        <w:rFonts w:ascii="Times New Roman" w:hAnsi="Times New Roman" w:cs="Times New Roman"/>
        <w:sz w:val="16"/>
        <w:szCs w:val="16"/>
        <w:lang w:eastAsia="ru-RU"/>
      </w:rPr>
      <w:t>-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mail</w:t>
    </w:r>
    <w:r w:rsidRPr="00FC31F7">
      <w:rPr>
        <w:rFonts w:ascii="Times New Roman" w:hAnsi="Times New Roman" w:cs="Times New Roman"/>
        <w:sz w:val="16"/>
        <w:szCs w:val="16"/>
        <w:lang w:eastAsia="ru-RU"/>
      </w:rPr>
      <w:t xml:space="preserve">: 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aspirant</w:t>
    </w:r>
    <w:r w:rsidRPr="00FC31F7">
      <w:rPr>
        <w:rFonts w:ascii="Times New Roman" w:hAnsi="Times New Roman" w:cs="Times New Roman"/>
        <w:sz w:val="16"/>
        <w:szCs w:val="16"/>
        <w:lang w:eastAsia="ru-RU"/>
      </w:rPr>
      <w:t>@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ksau</w:t>
    </w:r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kherson</w:t>
    </w:r>
    <w:r w:rsidRPr="00FC31F7">
      <w:rPr>
        <w:rFonts w:ascii="Times New Roman" w:hAnsi="Times New Roman" w:cs="Times New Roman"/>
        <w:sz w:val="16"/>
        <w:szCs w:val="16"/>
        <w:lang w:eastAsia="ru-RU"/>
      </w:rPr>
      <w:t>.</w:t>
    </w:r>
    <w:r w:rsidRPr="00FC31F7">
      <w:rPr>
        <w:rFonts w:ascii="Times New Roman" w:hAnsi="Times New Roman" w:cs="Times New Roman"/>
        <w:sz w:val="16"/>
        <w:szCs w:val="16"/>
        <w:lang w:val="en-US" w:eastAsia="ru-RU"/>
      </w:rPr>
      <w:t>ua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C0A" w:rsidRDefault="00FB7C0A">
      <w:pPr>
        <w:spacing w:after="0" w:line="240" w:lineRule="auto"/>
      </w:pPr>
      <w:r>
        <w:separator/>
      </w:r>
    </w:p>
  </w:footnote>
  <w:footnote w:type="continuationSeparator" w:id="0">
    <w:p w:rsidR="00FB7C0A" w:rsidRDefault="00FB7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334C"/>
    <w:rsid w:val="000F27AF"/>
    <w:rsid w:val="001E477C"/>
    <w:rsid w:val="00354EBB"/>
    <w:rsid w:val="00451A8D"/>
    <w:rsid w:val="005B4360"/>
    <w:rsid w:val="006042EF"/>
    <w:rsid w:val="006B2C15"/>
    <w:rsid w:val="007C2933"/>
    <w:rsid w:val="00853754"/>
    <w:rsid w:val="009A3B16"/>
    <w:rsid w:val="00AF308D"/>
    <w:rsid w:val="00B45252"/>
    <w:rsid w:val="00B90CEF"/>
    <w:rsid w:val="00D3624B"/>
    <w:rsid w:val="00DE334C"/>
    <w:rsid w:val="00DF6360"/>
    <w:rsid w:val="00E931AE"/>
    <w:rsid w:val="00EA0E29"/>
    <w:rsid w:val="00F710D8"/>
    <w:rsid w:val="00FB7C0A"/>
    <w:rsid w:val="00FC3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7AF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F27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F27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145</Words>
  <Characters>827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Admin</cp:lastModifiedBy>
  <cp:revision>7</cp:revision>
  <dcterms:created xsi:type="dcterms:W3CDTF">2016-01-11T16:59:00Z</dcterms:created>
  <dcterms:modified xsi:type="dcterms:W3CDTF">2016-02-15T10:44:00Z</dcterms:modified>
</cp:coreProperties>
</file>